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D3" w:rsidRDefault="00C36B6D" w:rsidP="00C36B6D">
      <w:pPr>
        <w:rPr>
          <w:rFonts w:ascii="Arial" w:hAnsi="Arial" w:cs="Arial"/>
          <w:sz w:val="54"/>
        </w:rPr>
      </w:pPr>
      <w:r w:rsidRPr="00C36B6D">
        <w:rPr>
          <w:rFonts w:ascii="Arial" w:hAnsi="Arial" w:cs="Arial"/>
          <w:sz w:val="54"/>
        </w:rPr>
        <w:t xml:space="preserve">Peer Mentor Application </w:t>
      </w:r>
      <w:r>
        <w:rPr>
          <w:rFonts w:ascii="Arial" w:hAnsi="Arial" w:cs="Arial"/>
          <w:sz w:val="54"/>
        </w:rPr>
        <w:t>Form</w:t>
      </w:r>
    </w:p>
    <w:p w:rsidR="00C36B6D" w:rsidRDefault="00C36B6D" w:rsidP="00C36B6D">
      <w:pPr>
        <w:rPr>
          <w:rFonts w:ascii="Arial" w:hAnsi="Arial" w:cs="Arial"/>
          <w:sz w:val="5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988"/>
      </w:tblGrid>
      <w:tr w:rsidR="00C36B6D" w:rsidTr="00C36B6D">
        <w:trPr>
          <w:trHeight w:val="516"/>
        </w:trPr>
        <w:tc>
          <w:tcPr>
            <w:tcW w:w="2093" w:type="dxa"/>
            <w:vAlign w:val="center"/>
          </w:tcPr>
          <w:p w:rsidR="00C36B6D" w:rsidRDefault="00C36B6D" w:rsidP="00C36B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Surname:   </w:t>
            </w:r>
          </w:p>
        </w:tc>
        <w:tc>
          <w:tcPr>
            <w:tcW w:w="7988" w:type="dxa"/>
            <w:vAlign w:val="center"/>
          </w:tcPr>
          <w:p w:rsidR="00C36B6D" w:rsidRDefault="00C36B6D" w:rsidP="00C36B6D">
            <w:pPr>
              <w:rPr>
                <w:rFonts w:ascii="Arial" w:hAnsi="Arial" w:cs="Arial"/>
              </w:rPr>
            </w:pPr>
          </w:p>
        </w:tc>
      </w:tr>
      <w:tr w:rsidR="00C36B6D" w:rsidTr="00C36B6D">
        <w:trPr>
          <w:trHeight w:val="516"/>
        </w:trPr>
        <w:tc>
          <w:tcPr>
            <w:tcW w:w="2093" w:type="dxa"/>
            <w:vAlign w:val="center"/>
          </w:tcPr>
          <w:p w:rsidR="00C36B6D" w:rsidRDefault="00C36B6D" w:rsidP="00C36B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First Name: </w:t>
            </w:r>
          </w:p>
        </w:tc>
        <w:tc>
          <w:tcPr>
            <w:tcW w:w="7988" w:type="dxa"/>
            <w:vAlign w:val="center"/>
          </w:tcPr>
          <w:p w:rsidR="00C36B6D" w:rsidRDefault="00C36B6D" w:rsidP="00C36B6D">
            <w:pPr>
              <w:rPr>
                <w:rFonts w:ascii="Arial" w:hAnsi="Arial" w:cs="Arial"/>
              </w:rPr>
            </w:pPr>
          </w:p>
        </w:tc>
      </w:tr>
      <w:tr w:rsidR="00C36B6D" w:rsidTr="00C36B6D">
        <w:trPr>
          <w:trHeight w:val="516"/>
        </w:trPr>
        <w:tc>
          <w:tcPr>
            <w:tcW w:w="2093" w:type="dxa"/>
            <w:vAlign w:val="center"/>
          </w:tcPr>
          <w:p w:rsidR="00C36B6D" w:rsidRDefault="00C36B6D" w:rsidP="00C36B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Tutor Group: </w:t>
            </w:r>
          </w:p>
        </w:tc>
        <w:tc>
          <w:tcPr>
            <w:tcW w:w="7988" w:type="dxa"/>
            <w:vAlign w:val="center"/>
          </w:tcPr>
          <w:p w:rsidR="00C36B6D" w:rsidRDefault="00C36B6D" w:rsidP="00C36B6D">
            <w:pPr>
              <w:rPr>
                <w:rFonts w:ascii="Arial" w:hAnsi="Arial" w:cs="Arial"/>
              </w:rPr>
            </w:pPr>
          </w:p>
        </w:tc>
      </w:tr>
    </w:tbl>
    <w:p w:rsidR="00C36B6D" w:rsidRDefault="00C36B6D" w:rsidP="00C36B6D">
      <w:pPr>
        <w:rPr>
          <w:rFonts w:ascii="Arial" w:hAnsi="Arial" w:cs="Arial"/>
        </w:rPr>
      </w:pPr>
    </w:p>
    <w:p w:rsidR="00C36B6D" w:rsidRDefault="00C36B6D" w:rsidP="00C36B6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Briefly describe the issues facing students as they move from primary school to secondary school.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1"/>
      </w:tblGrid>
      <w:tr w:rsidR="00C36B6D" w:rsidTr="00C36B6D">
        <w:tc>
          <w:tcPr>
            <w:tcW w:w="10081" w:type="dxa"/>
          </w:tcPr>
          <w:p w:rsidR="00C36B6D" w:rsidRPr="00C36B6D" w:rsidRDefault="00C36B6D" w:rsidP="00C36B6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36B6D" w:rsidTr="00C36B6D">
        <w:tc>
          <w:tcPr>
            <w:tcW w:w="10081" w:type="dxa"/>
          </w:tcPr>
          <w:p w:rsidR="00C36B6D" w:rsidRPr="00C36B6D" w:rsidRDefault="00C36B6D" w:rsidP="00C36B6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7C43" w:rsidTr="00C36B6D">
        <w:tc>
          <w:tcPr>
            <w:tcW w:w="10081" w:type="dxa"/>
          </w:tcPr>
          <w:p w:rsidR="00A47C43" w:rsidRPr="00C36B6D" w:rsidRDefault="00A47C43" w:rsidP="00C36B6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7C43" w:rsidTr="00C36B6D">
        <w:tc>
          <w:tcPr>
            <w:tcW w:w="10081" w:type="dxa"/>
          </w:tcPr>
          <w:p w:rsidR="00A47C43" w:rsidRPr="00C36B6D" w:rsidRDefault="00A47C43" w:rsidP="00C36B6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36B6D" w:rsidTr="00C36B6D">
        <w:tc>
          <w:tcPr>
            <w:tcW w:w="10081" w:type="dxa"/>
          </w:tcPr>
          <w:p w:rsidR="00C36B6D" w:rsidRPr="00C36B6D" w:rsidRDefault="00C36B6D" w:rsidP="00C36B6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36B6D" w:rsidTr="00C36B6D">
        <w:tc>
          <w:tcPr>
            <w:tcW w:w="10081" w:type="dxa"/>
          </w:tcPr>
          <w:p w:rsidR="00C36B6D" w:rsidRPr="00C36B6D" w:rsidRDefault="00C36B6D" w:rsidP="00C36B6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36B6D" w:rsidTr="00C36B6D">
        <w:tc>
          <w:tcPr>
            <w:tcW w:w="10081" w:type="dxa"/>
          </w:tcPr>
          <w:p w:rsidR="00C36B6D" w:rsidRPr="00C36B6D" w:rsidRDefault="00C36B6D" w:rsidP="00C36B6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36B6D" w:rsidTr="00C36B6D">
        <w:tc>
          <w:tcPr>
            <w:tcW w:w="10081" w:type="dxa"/>
          </w:tcPr>
          <w:p w:rsidR="00C36B6D" w:rsidRPr="00C36B6D" w:rsidRDefault="00C36B6D" w:rsidP="00C36B6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C36B6D" w:rsidRDefault="00C36B6D" w:rsidP="00C36B6D">
      <w:pPr>
        <w:rPr>
          <w:rFonts w:ascii="Arial" w:hAnsi="Arial" w:cs="Arial"/>
        </w:rPr>
      </w:pPr>
    </w:p>
    <w:p w:rsidR="00C36B6D" w:rsidRDefault="00C36B6D" w:rsidP="00C36B6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Explain why you would be a good peer mentor</w:t>
      </w:r>
      <w:r w:rsidR="00A73901">
        <w:rPr>
          <w:rFonts w:ascii="Arial" w:hAnsi="Arial" w:cs="Arial"/>
        </w:rPr>
        <w:t>.  W</w:t>
      </w:r>
      <w:r>
        <w:rPr>
          <w:rFonts w:ascii="Arial" w:hAnsi="Arial" w:cs="Arial"/>
        </w:rPr>
        <w:t>hat s</w:t>
      </w:r>
      <w:r w:rsidR="00E84E8B">
        <w:rPr>
          <w:rFonts w:ascii="Arial" w:hAnsi="Arial" w:cs="Arial"/>
        </w:rPr>
        <w:t xml:space="preserve">kills / knowledge do you possess </w:t>
      </w:r>
      <w:r>
        <w:rPr>
          <w:rFonts w:ascii="Arial" w:hAnsi="Arial" w:cs="Arial"/>
        </w:rPr>
        <w:t>w</w:t>
      </w:r>
      <w:r w:rsidR="00A73901">
        <w:rPr>
          <w:rFonts w:ascii="Arial" w:hAnsi="Arial" w:cs="Arial"/>
        </w:rPr>
        <w:t>hich could help our new Year 7?</w:t>
      </w:r>
      <w:bookmarkStart w:id="0" w:name="_GoBack"/>
      <w:bookmarkEnd w:id="0"/>
      <w:r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1"/>
      </w:tblGrid>
      <w:tr w:rsidR="00C36B6D" w:rsidRPr="00C36B6D" w:rsidTr="004348D3">
        <w:tc>
          <w:tcPr>
            <w:tcW w:w="10081" w:type="dxa"/>
          </w:tcPr>
          <w:p w:rsidR="00C36B6D" w:rsidRPr="00C36B6D" w:rsidRDefault="00C36B6D" w:rsidP="004348D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36B6D" w:rsidRPr="00C36B6D" w:rsidTr="004348D3">
        <w:tc>
          <w:tcPr>
            <w:tcW w:w="10081" w:type="dxa"/>
          </w:tcPr>
          <w:p w:rsidR="00C36B6D" w:rsidRPr="00C36B6D" w:rsidRDefault="00C36B6D" w:rsidP="004348D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7C43" w:rsidRPr="00C36B6D" w:rsidTr="004348D3">
        <w:tc>
          <w:tcPr>
            <w:tcW w:w="10081" w:type="dxa"/>
          </w:tcPr>
          <w:p w:rsidR="00A47C43" w:rsidRPr="00C36B6D" w:rsidRDefault="00A47C43" w:rsidP="004348D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7C43" w:rsidRPr="00C36B6D" w:rsidTr="004348D3">
        <w:tc>
          <w:tcPr>
            <w:tcW w:w="10081" w:type="dxa"/>
          </w:tcPr>
          <w:p w:rsidR="00A47C43" w:rsidRPr="00C36B6D" w:rsidRDefault="00A47C43" w:rsidP="004348D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36B6D" w:rsidRPr="00C36B6D" w:rsidTr="004348D3">
        <w:tc>
          <w:tcPr>
            <w:tcW w:w="10081" w:type="dxa"/>
          </w:tcPr>
          <w:p w:rsidR="00C36B6D" w:rsidRPr="00C36B6D" w:rsidRDefault="00C36B6D" w:rsidP="004348D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36B6D" w:rsidRPr="00C36B6D" w:rsidTr="004348D3">
        <w:tc>
          <w:tcPr>
            <w:tcW w:w="10081" w:type="dxa"/>
          </w:tcPr>
          <w:p w:rsidR="00C36B6D" w:rsidRPr="00C36B6D" w:rsidRDefault="00C36B6D" w:rsidP="004348D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36B6D" w:rsidRPr="00C36B6D" w:rsidTr="004348D3">
        <w:tc>
          <w:tcPr>
            <w:tcW w:w="10081" w:type="dxa"/>
          </w:tcPr>
          <w:p w:rsidR="00C36B6D" w:rsidRPr="00C36B6D" w:rsidRDefault="00C36B6D" w:rsidP="004348D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36B6D" w:rsidRPr="00C36B6D" w:rsidTr="004348D3">
        <w:tc>
          <w:tcPr>
            <w:tcW w:w="10081" w:type="dxa"/>
          </w:tcPr>
          <w:p w:rsidR="00C36B6D" w:rsidRPr="00C36B6D" w:rsidRDefault="00C36B6D" w:rsidP="004348D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C36B6D" w:rsidRDefault="00C36B6D" w:rsidP="00C36B6D">
      <w:pPr>
        <w:rPr>
          <w:rFonts w:ascii="Arial" w:hAnsi="Arial" w:cs="Arial"/>
        </w:rPr>
      </w:pPr>
    </w:p>
    <w:p w:rsidR="00C36B6D" w:rsidRDefault="00C36B6D" w:rsidP="00C36B6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Teacher Reference: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6996"/>
      </w:tblGrid>
      <w:tr w:rsidR="00C36B6D" w:rsidTr="00C36B6D">
        <w:tc>
          <w:tcPr>
            <w:tcW w:w="1242" w:type="dxa"/>
          </w:tcPr>
          <w:p w:rsidR="00C36B6D" w:rsidRDefault="00C36B6D" w:rsidP="00C36B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Teacher Initials: </w:t>
            </w:r>
          </w:p>
        </w:tc>
        <w:tc>
          <w:tcPr>
            <w:tcW w:w="1843" w:type="dxa"/>
          </w:tcPr>
          <w:p w:rsidR="00C36B6D" w:rsidRDefault="00C36B6D" w:rsidP="00C36B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Teacher Name: </w:t>
            </w:r>
          </w:p>
        </w:tc>
        <w:tc>
          <w:tcPr>
            <w:tcW w:w="6996" w:type="dxa"/>
          </w:tcPr>
          <w:p w:rsidR="00C36B6D" w:rsidRDefault="00C36B6D" w:rsidP="00C36B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Teacher Signature: </w:t>
            </w:r>
          </w:p>
        </w:tc>
      </w:tr>
      <w:tr w:rsidR="00C36B6D" w:rsidTr="00C36B6D">
        <w:tc>
          <w:tcPr>
            <w:tcW w:w="1242" w:type="dxa"/>
          </w:tcPr>
          <w:p w:rsidR="00C36B6D" w:rsidRDefault="00C36B6D" w:rsidP="00C36B6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C36B6D" w:rsidRDefault="00C36B6D" w:rsidP="00C36B6D">
            <w:pPr>
              <w:rPr>
                <w:rFonts w:ascii="Arial" w:hAnsi="Arial" w:cs="Arial"/>
              </w:rPr>
            </w:pPr>
          </w:p>
        </w:tc>
        <w:tc>
          <w:tcPr>
            <w:tcW w:w="6996" w:type="dxa"/>
          </w:tcPr>
          <w:p w:rsidR="00C36B6D" w:rsidRDefault="00C36B6D" w:rsidP="00C36B6D">
            <w:pPr>
              <w:rPr>
                <w:rFonts w:ascii="Arial" w:hAnsi="Arial" w:cs="Arial"/>
              </w:rPr>
            </w:pPr>
          </w:p>
          <w:p w:rsidR="004348D3" w:rsidRDefault="004348D3" w:rsidP="00C36B6D">
            <w:pPr>
              <w:rPr>
                <w:rFonts w:ascii="Arial" w:hAnsi="Arial" w:cs="Arial"/>
              </w:rPr>
            </w:pPr>
          </w:p>
          <w:p w:rsidR="004348D3" w:rsidRDefault="004348D3" w:rsidP="00C36B6D">
            <w:pPr>
              <w:rPr>
                <w:rFonts w:ascii="Arial" w:hAnsi="Arial" w:cs="Arial"/>
              </w:rPr>
            </w:pPr>
          </w:p>
        </w:tc>
      </w:tr>
    </w:tbl>
    <w:p w:rsidR="00C36B6D" w:rsidRPr="00C36B6D" w:rsidRDefault="00C36B6D" w:rsidP="00C36B6D">
      <w:pPr>
        <w:rPr>
          <w:rFonts w:ascii="Arial" w:hAnsi="Arial" w:cs="Arial"/>
        </w:rPr>
      </w:pPr>
    </w:p>
    <w:sectPr w:rsidR="00C36B6D" w:rsidRPr="00C36B6D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1EA"/>
    <w:multiLevelType w:val="hybridMultilevel"/>
    <w:tmpl w:val="B1B4F7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B6D"/>
    <w:rsid w:val="00267C19"/>
    <w:rsid w:val="00320E87"/>
    <w:rsid w:val="00403D12"/>
    <w:rsid w:val="004348D3"/>
    <w:rsid w:val="004C595D"/>
    <w:rsid w:val="00A47C43"/>
    <w:rsid w:val="00A73901"/>
    <w:rsid w:val="00B25407"/>
    <w:rsid w:val="00B61B6E"/>
    <w:rsid w:val="00C36B6D"/>
    <w:rsid w:val="00DB6FDD"/>
    <w:rsid w:val="00E84E8B"/>
    <w:rsid w:val="00EB5187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B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6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6B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B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6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6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976D3201</Template>
  <TotalTime>0</TotalTime>
  <Pages>2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3</cp:revision>
  <cp:lastPrinted>2016-05-17T07:16:00Z</cp:lastPrinted>
  <dcterms:created xsi:type="dcterms:W3CDTF">2018-01-25T11:28:00Z</dcterms:created>
  <dcterms:modified xsi:type="dcterms:W3CDTF">2018-01-25T11:28:00Z</dcterms:modified>
</cp:coreProperties>
</file>